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F5BA5" w14:textId="77777777" w:rsidR="00444577" w:rsidRPr="00AF4FCD" w:rsidRDefault="00DB6C80" w:rsidP="00444577">
      <w:pPr>
        <w:rPr>
          <w:b/>
        </w:rPr>
      </w:pPr>
      <w:r>
        <w:rPr>
          <w:b/>
        </w:rPr>
        <w:t xml:space="preserve">Discovering Art - </w:t>
      </w:r>
      <w:r w:rsidR="00444577" w:rsidRPr="00AF4FCD">
        <w:rPr>
          <w:b/>
        </w:rPr>
        <w:t>K&amp;U</w:t>
      </w:r>
    </w:p>
    <w:p w14:paraId="059BD729" w14:textId="77777777" w:rsidR="00444577" w:rsidRDefault="00444577" w:rsidP="00444577">
      <w:r>
        <w:t>Here is the assessment rubric for this part of the project</w:t>
      </w:r>
    </w:p>
    <w:p w14:paraId="4699EA14" w14:textId="77777777" w:rsidR="00444577" w:rsidRDefault="000843E8" w:rsidP="00444577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0FD3F9" wp14:editId="5C43C289">
                <wp:simplePos x="0" y="0"/>
                <wp:positionH relativeFrom="column">
                  <wp:posOffset>24130</wp:posOffset>
                </wp:positionH>
                <wp:positionV relativeFrom="paragraph">
                  <wp:posOffset>-60960</wp:posOffset>
                </wp:positionV>
                <wp:extent cx="6945630" cy="5805170"/>
                <wp:effectExtent l="0" t="0" r="13970" b="3683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45630" cy="580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34"/>
                              <w:gridCol w:w="425"/>
                              <w:gridCol w:w="1223"/>
                              <w:gridCol w:w="2126"/>
                              <w:gridCol w:w="2126"/>
                              <w:gridCol w:w="2126"/>
                              <w:gridCol w:w="2126"/>
                            </w:tblGrid>
                            <w:tr w:rsidR="000843E8" w14:paraId="139F115A" w14:textId="77777777" w:rsidTr="00717FD4">
                              <w:trPr>
                                <w:trHeight w:val="340"/>
                              </w:trPr>
                              <w:tc>
                                <w:tcPr>
                                  <w:tcW w:w="534" w:type="dxa"/>
                                  <w:vMerge w:val="restart"/>
                                  <w:textDirection w:val="btLr"/>
                                  <w:vAlign w:val="center"/>
                                </w:tcPr>
                                <w:p w14:paraId="4AA04D21" w14:textId="77777777" w:rsidR="000843E8" w:rsidRDefault="000843E8" w:rsidP="00717FD4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Studio Habit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02BBC8CD" w14:textId="77777777" w:rsidR="000843E8" w:rsidRDefault="000843E8" w:rsidP="00717FD4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791323D4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No Evidence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E528788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F266590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Approaching the Standard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F133A94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Meeting the Standard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0FBAFD96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Extending the Standard</w:t>
                                  </w:r>
                                </w:p>
                              </w:tc>
                            </w:tr>
                            <w:tr w:rsidR="000843E8" w14:paraId="617A238E" w14:textId="77777777" w:rsidTr="00717FD4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534" w:type="dxa"/>
                                  <w:vMerge/>
                                </w:tcPr>
                                <w:p w14:paraId="58696377" w14:textId="77777777" w:rsidR="000843E8" w:rsidRDefault="000843E8" w:rsidP="00717FD4"/>
                              </w:tc>
                              <w:tc>
                                <w:tcPr>
                                  <w:tcW w:w="425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5E19A7CB" w14:textId="77777777" w:rsidR="000843E8" w:rsidRDefault="000843E8" w:rsidP="00717FD4">
                                  <w:pPr>
                                    <w:ind w:left="113" w:right="113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23" w:type="dxa"/>
                                  <w:shd w:val="clear" w:color="auto" w:fill="F2F2F2" w:themeFill="background1" w:themeFillShade="F2"/>
                                </w:tcPr>
                                <w:p w14:paraId="1946EF3D" w14:textId="77777777" w:rsidR="000843E8" w:rsidRPr="00520204" w:rsidRDefault="000843E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  <w:r w:rsidRPr="00520204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Student demonstrates incomplete or insufficient evidence. 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D9D9D9" w:themeFill="background1" w:themeFillShade="D9"/>
                                </w:tcPr>
                                <w:p w14:paraId="5154BE7E" w14:textId="77777777" w:rsidR="000843E8" w:rsidRPr="00520204" w:rsidRDefault="000843E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Student demonstrates evidence of initial and/or inconsistent understanding of concepts, skills, and/or processes within the standards. 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F2F2F2" w:themeFill="background1" w:themeFillShade="F2"/>
                                </w:tcPr>
                                <w:p w14:paraId="3B1CBE9E" w14:textId="77777777" w:rsidR="000843E8" w:rsidRPr="00520204" w:rsidRDefault="000843E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  <w:r w:rsidRPr="00520204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Student demonstrates, with some consistency, evidence of partial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58C97AE1" w14:textId="77777777" w:rsidR="000843E8" w:rsidRPr="00520204" w:rsidRDefault="000843E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  <w:r w:rsidRPr="00520204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Student demonstrates evidence of thorough and consistent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47BEE84" w14:textId="77777777" w:rsidR="000843E8" w:rsidRPr="00520204" w:rsidRDefault="000843E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 </w:t>
                                  </w:r>
                                  <w:r w:rsidRPr="00520204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Student demonstrates the ability to transfer concepts, skills, and/or processes beyond the standard. </w:t>
                                  </w:r>
                                </w:p>
                              </w:tc>
                            </w:tr>
                            <w:tr w:rsidR="000843E8" w14:paraId="0B72F15B" w14:textId="77777777" w:rsidTr="00717FD4">
                              <w:trPr>
                                <w:cantSplit/>
                                <w:trHeight w:val="284"/>
                              </w:trPr>
                              <w:tc>
                                <w:tcPr>
                                  <w:tcW w:w="534" w:type="dxa"/>
                                  <w:vMerge/>
                                </w:tcPr>
                                <w:p w14:paraId="25B2E41E" w14:textId="77777777" w:rsidR="000843E8" w:rsidRDefault="000843E8" w:rsidP="00717FD4"/>
                              </w:tc>
                              <w:tc>
                                <w:tcPr>
                                  <w:tcW w:w="425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5AE60B18" w14:textId="77777777" w:rsidR="000843E8" w:rsidRDefault="000843E8" w:rsidP="00717FD4">
                                  <w:pPr>
                                    <w:ind w:left="113" w:right="113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23" w:type="dxa"/>
                                  <w:shd w:val="clear" w:color="auto" w:fill="EEECE1" w:themeFill="background2"/>
                                </w:tcPr>
                                <w:p w14:paraId="46447A66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4C187D5C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EEECE1" w:themeFill="background2"/>
                                </w:tcPr>
                                <w:p w14:paraId="628E183F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00452353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7768D2FB" w14:textId="77777777" w:rsidR="000843E8" w:rsidRPr="00520204" w:rsidRDefault="000843E8" w:rsidP="00717FD4">
                                  <w:pPr>
                                    <w:spacing w:before="100" w:beforeAutospacing="1" w:after="100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0843E8" w14:paraId="76F9E61B" w14:textId="77777777" w:rsidTr="00717FD4">
                              <w:trPr>
                                <w:cantSplit/>
                                <w:trHeight w:val="1496"/>
                              </w:trPr>
                              <w:tc>
                                <w:tcPr>
                                  <w:tcW w:w="534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14:paraId="53A1EFD2" w14:textId="77777777" w:rsidR="000843E8" w:rsidRPr="00717386" w:rsidRDefault="000843E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717386">
                                    <w:rPr>
                                      <w:rFonts w:asciiTheme="majorHAnsi" w:hAnsiTheme="majorHAnsi"/>
                                      <w:b/>
                                      <w:sz w:val="20"/>
                                      <w:szCs w:val="20"/>
                                    </w:rPr>
                                    <w:t>Observe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067A3B3C" w14:textId="77777777" w:rsidR="000843E8" w:rsidRPr="0080426C" w:rsidRDefault="000843E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Form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shd w:val="clear" w:color="auto" w:fill="EEECE1" w:themeFill="background2"/>
                                </w:tcPr>
                                <w:p w14:paraId="1A3F2E83" w14:textId="77777777" w:rsidR="000843E8" w:rsidRDefault="000843E8" w:rsidP="00717FD4"/>
                              </w:tc>
                              <w:tc>
                                <w:tcPr>
                                  <w:tcW w:w="2126" w:type="dxa"/>
                                </w:tcPr>
                                <w:p w14:paraId="04E81689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 are able to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describe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aspects of the visual language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EEECE1" w:themeFill="background2"/>
                                </w:tcPr>
                                <w:p w14:paraId="56B5290F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 are able to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describe important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expressive aspects of the visual language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7EF5137D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Your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description and analysis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of the form shows an understanding of how the aspects of the visual language integrate to form expression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1AF9A9F5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Your analysis of the form shows an understanding of the important expressive aspects of the visual language and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compares the artwork to examples from a broader context</w:t>
                                  </w:r>
                                </w:p>
                              </w:tc>
                            </w:tr>
                            <w:tr w:rsidR="000843E8" w14:paraId="1EE38A34" w14:textId="77777777" w:rsidTr="00717FD4">
                              <w:trPr>
                                <w:cantSplit/>
                                <w:trHeight w:val="1277"/>
                              </w:trPr>
                              <w:tc>
                                <w:tcPr>
                                  <w:tcW w:w="534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6BFD8C4C" w14:textId="77777777" w:rsidR="000843E8" w:rsidRPr="00750DC3" w:rsidRDefault="000843E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750DC3">
                                    <w:rPr>
                                      <w:rFonts w:asciiTheme="majorHAnsi" w:hAnsiTheme="majorHAnsi"/>
                                      <w:b/>
                                      <w:sz w:val="20"/>
                                      <w:szCs w:val="20"/>
                                    </w:rPr>
                                    <w:t>Understand the art world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shd w:val="clear" w:color="auto" w:fill="E5B8B7" w:themeFill="accent2" w:themeFillTint="66"/>
                                  <w:textDirection w:val="btLr"/>
                                  <w:vAlign w:val="center"/>
                                </w:tcPr>
                                <w:p w14:paraId="78FC2E6D" w14:textId="77777777" w:rsidR="000843E8" w:rsidRPr="0080426C" w:rsidRDefault="000843E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Theme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shd w:val="clear" w:color="auto" w:fill="EEECE1" w:themeFill="background2"/>
                                </w:tcPr>
                                <w:p w14:paraId="7D8DFE4F" w14:textId="77777777" w:rsidR="000843E8" w:rsidRDefault="000843E8" w:rsidP="00717FD4"/>
                              </w:tc>
                              <w:tc>
                                <w:tcPr>
                                  <w:tcW w:w="2126" w:type="dxa"/>
                                </w:tcPr>
                                <w:p w14:paraId="4B62207F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 are able to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 xml:space="preserve">describe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>aspects of the visual language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EEECE1" w:themeFill="background2"/>
                                </w:tcPr>
                                <w:p w14:paraId="0E859576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 are able to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describe important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and expressive aspects of the visual language which support the artist's theme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35C383DE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Your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description and analysis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of the theme shows </w:t>
                                  </w:r>
                                  <w:r w:rsidRPr="006F14DB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an understanding of how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the aspects of the visual language 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>support the artist's theme.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28A6B7BD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>Your analysis of the theme shows an understanding of the important expressive aspects of the visual language and compares the artwork to examples from a broader context</w:t>
                                  </w:r>
                                </w:p>
                              </w:tc>
                            </w:tr>
                            <w:tr w:rsidR="000843E8" w14:paraId="77DFED2F" w14:textId="77777777" w:rsidTr="00717FD4">
                              <w:trPr>
                                <w:cantSplit/>
                                <w:trHeight w:val="1277"/>
                              </w:trPr>
                              <w:tc>
                                <w:tcPr>
                                  <w:tcW w:w="534" w:type="dxa"/>
                                  <w:vMerge/>
                                  <w:shd w:val="clear" w:color="auto" w:fill="auto"/>
                                </w:tcPr>
                                <w:p w14:paraId="1A39BDBE" w14:textId="77777777" w:rsidR="000843E8" w:rsidRDefault="000843E8" w:rsidP="00717FD4"/>
                              </w:tc>
                              <w:tc>
                                <w:tcPr>
                                  <w:tcW w:w="425" w:type="dxa"/>
                                  <w:shd w:val="clear" w:color="auto" w:fill="B8CCE4" w:themeFill="accent1" w:themeFillTint="66"/>
                                  <w:textDirection w:val="btLr"/>
                                  <w:vAlign w:val="center"/>
                                </w:tcPr>
                                <w:p w14:paraId="3430D520" w14:textId="77777777" w:rsidR="000843E8" w:rsidRPr="0080426C" w:rsidRDefault="000843E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Context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shd w:val="clear" w:color="auto" w:fill="EEECE1" w:themeFill="background2"/>
                                </w:tcPr>
                                <w:p w14:paraId="506D01D1" w14:textId="77777777" w:rsidR="000843E8" w:rsidRDefault="000843E8" w:rsidP="00717FD4"/>
                              </w:tc>
                              <w:tc>
                                <w:tcPr>
                                  <w:tcW w:w="2126" w:type="dxa"/>
                                </w:tcPr>
                                <w:p w14:paraId="00EB9CED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 are able to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 xml:space="preserve">describe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>aspects of the art work's context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EEECE1" w:themeFill="background2"/>
                                </w:tcPr>
                                <w:p w14:paraId="69EFD616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 are able to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 xml:space="preserve">describe important and relevant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>aspects of the art work's context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30F4E75B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Your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description and analysis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of the important relevant aspects of the art work's context </w:t>
                                  </w:r>
                                  <w:r w:rsidRPr="006F14DB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show how the context helps form the work's meaning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3E5C5970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Your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analysis of the important relevant aspects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of the art work's context show how the context helps form the work's meaning and compares the artwork to examples from a broader context</w:t>
                                  </w:r>
                                </w:p>
                              </w:tc>
                            </w:tr>
                            <w:tr w:rsidR="000843E8" w14:paraId="76EEFB5B" w14:textId="77777777" w:rsidTr="00717FD4">
                              <w:trPr>
                                <w:cantSplit/>
                                <w:trHeight w:val="1277"/>
                              </w:trPr>
                              <w:tc>
                                <w:tcPr>
                                  <w:tcW w:w="534" w:type="dxa"/>
                                  <w:vMerge/>
                                  <w:shd w:val="clear" w:color="auto" w:fill="auto"/>
                                </w:tcPr>
                                <w:p w14:paraId="649B198F" w14:textId="77777777" w:rsidR="000843E8" w:rsidRDefault="000843E8" w:rsidP="00717FD4"/>
                              </w:tc>
                              <w:tc>
                                <w:tcPr>
                                  <w:tcW w:w="425" w:type="dxa"/>
                                  <w:shd w:val="clear" w:color="auto" w:fill="D6E3BC" w:themeFill="accent3" w:themeFillTint="66"/>
                                  <w:textDirection w:val="btLr"/>
                                  <w:vAlign w:val="center"/>
                                </w:tcPr>
                                <w:p w14:paraId="2D307BF6" w14:textId="77777777" w:rsidR="000843E8" w:rsidRPr="0080426C" w:rsidRDefault="000843E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>Synthesis</w:t>
                                  </w:r>
                                </w:p>
                              </w:tc>
                              <w:tc>
                                <w:tcPr>
                                  <w:tcW w:w="1223" w:type="dxa"/>
                                  <w:shd w:val="clear" w:color="auto" w:fill="EEECE1" w:themeFill="background2"/>
                                </w:tcPr>
                                <w:p w14:paraId="38104D42" w14:textId="77777777" w:rsidR="000843E8" w:rsidRDefault="000843E8" w:rsidP="00717FD4"/>
                              </w:tc>
                              <w:tc>
                                <w:tcPr>
                                  <w:tcW w:w="2126" w:type="dxa"/>
                                </w:tcPr>
                                <w:p w14:paraId="64709BFD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You 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describe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the form, theme of the artwork and the context in which the artwork was made.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shd w:val="clear" w:color="auto" w:fill="EEECE1" w:themeFill="background2"/>
                                </w:tcPr>
                                <w:p w14:paraId="4F1D2FE5" w14:textId="77777777" w:rsidR="000843E8" w:rsidRPr="00520204" w:rsidRDefault="000843E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>interpret</w:t>
                                  </w: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an artwork supported by relevant and sufficient evidence found in the artwork and its various contexts</w:t>
                                  </w:r>
                                </w:p>
                                <w:p w14:paraId="2DC34F1E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38BEED18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>synthesize</w:t>
                                  </w: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the formal, thematic and contextual aspects of the artwork to show how these elements </w:t>
                                  </w:r>
                                  <w:r w:rsidRPr="006F14DB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>are integrated in the artwork to help form meaning</w:t>
                                  </w: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  <w:t>.</w:t>
                                  </w:r>
                                  <w:r w:rsidRPr="00520204"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0F9A783B" w14:textId="77777777" w:rsidR="000843E8" w:rsidRPr="00520204" w:rsidRDefault="000843E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</w:pP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6"/>
                                      <w:szCs w:val="16"/>
                                      <w:lang w:eastAsia="en-US"/>
                                    </w:rPr>
                                    <w:t>analyze differing interpretations</w:t>
                                  </w:r>
                                  <w:r w:rsidRPr="00520204">
                                    <w:rPr>
                                      <w:rFonts w:asciiTheme="majorHAnsi" w:eastAsia="Times New Roman" w:hAnsiTheme="majorHAnsi" w:cs="Times New Roman"/>
                                      <w:sz w:val="16"/>
                                      <w:szCs w:val="16"/>
                                      <w:lang w:eastAsia="en-US"/>
                                    </w:rPr>
                                    <w:t xml:space="preserve"> of an artwork in order to select and defend a plausible critical analysis.</w:t>
                                  </w:r>
                                </w:p>
                                <w:p w14:paraId="34031FFD" w14:textId="77777777" w:rsidR="000843E8" w:rsidRPr="00520204" w:rsidRDefault="000843E8" w:rsidP="00717FD4">
                                  <w:pPr>
                                    <w:rPr>
                                      <w:rFonts w:asciiTheme="majorHAnsi" w:hAnsiTheme="maj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2DD914" w14:textId="77777777" w:rsidR="000843E8" w:rsidRDefault="000843E8" w:rsidP="000843E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.9pt;margin-top:-4.75pt;width:546.9pt;height:457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" strokecolor="white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34"/>
                        <w:gridCol w:w="425"/>
                        <w:gridCol w:w="1223"/>
                        <w:gridCol w:w="2126"/>
                        <w:gridCol w:w="2126"/>
                        <w:gridCol w:w="2126"/>
                        <w:gridCol w:w="2126"/>
                      </w:tblGrid>
                      <w:tr w:rsidR="000843E8" w14:paraId="139F115A" w14:textId="77777777" w:rsidTr="00717FD4">
                        <w:trPr>
                          <w:trHeight w:val="340"/>
                        </w:trPr>
                        <w:tc>
                          <w:tcPr>
                            <w:tcW w:w="534" w:type="dxa"/>
                            <w:vMerge w:val="restart"/>
                            <w:textDirection w:val="btLr"/>
                            <w:vAlign w:val="center"/>
                          </w:tcPr>
                          <w:p w14:paraId="4AA04D21" w14:textId="77777777" w:rsidR="000843E8" w:rsidRDefault="000843E8" w:rsidP="00717FD4">
                            <w:pPr>
                              <w:ind w:left="113" w:right="113"/>
                              <w:jc w:val="center"/>
                            </w:pPr>
                            <w:r>
                              <w:t>Studio Habit</w:t>
                            </w:r>
                          </w:p>
                        </w:tc>
                        <w:tc>
                          <w:tcPr>
                            <w:tcW w:w="425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14:paraId="02BBC8CD" w14:textId="77777777" w:rsidR="000843E8" w:rsidRDefault="000843E8" w:rsidP="00717FD4">
                            <w:pPr>
                              <w:ind w:left="113" w:right="113"/>
                              <w:jc w:val="center"/>
                            </w:pPr>
                            <w:r>
                              <w:t>Question</w:t>
                            </w:r>
                          </w:p>
                        </w:tc>
                        <w:tc>
                          <w:tcPr>
                            <w:tcW w:w="1223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791323D4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No Evidence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D9D9D9" w:themeFill="background1" w:themeFillShade="D9"/>
                            <w:vAlign w:val="center"/>
                          </w:tcPr>
                          <w:p w14:paraId="6E528788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Emerging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F266590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Approaching the Standard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2F133A94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Meeting the Standard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  <w:vAlign w:val="center"/>
                          </w:tcPr>
                          <w:p w14:paraId="0FBAFD96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Extending the Standard</w:t>
                            </w:r>
                          </w:p>
                        </w:tc>
                      </w:tr>
                      <w:tr w:rsidR="000843E8" w14:paraId="617A238E" w14:textId="77777777" w:rsidTr="00717FD4">
                        <w:trPr>
                          <w:cantSplit/>
                          <w:trHeight w:val="1134"/>
                        </w:trPr>
                        <w:tc>
                          <w:tcPr>
                            <w:tcW w:w="534" w:type="dxa"/>
                            <w:vMerge/>
                          </w:tcPr>
                          <w:p w14:paraId="58696377" w14:textId="77777777" w:rsidR="000843E8" w:rsidRDefault="000843E8" w:rsidP="00717FD4"/>
                        </w:tc>
                        <w:tc>
                          <w:tcPr>
                            <w:tcW w:w="425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14:paraId="5E19A7CB" w14:textId="77777777" w:rsidR="000843E8" w:rsidRDefault="000843E8" w:rsidP="00717FD4">
                            <w:pPr>
                              <w:ind w:left="113" w:right="113"/>
                              <w:jc w:val="center"/>
                            </w:pPr>
                          </w:p>
                        </w:tc>
                        <w:tc>
                          <w:tcPr>
                            <w:tcW w:w="1223" w:type="dxa"/>
                            <w:shd w:val="clear" w:color="auto" w:fill="F2F2F2" w:themeFill="background1" w:themeFillShade="F2"/>
                          </w:tcPr>
                          <w:p w14:paraId="1946EF3D" w14:textId="77777777" w:rsidR="000843E8" w:rsidRPr="00520204" w:rsidRDefault="000843E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 </w:t>
                            </w:r>
                            <w:r w:rsidRPr="00520204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  <w:t>Student demonstrates incomplete or insufficient evidence. 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D9D9D9" w:themeFill="background1" w:themeFillShade="D9"/>
                          </w:tcPr>
                          <w:p w14:paraId="5154BE7E" w14:textId="77777777" w:rsidR="000843E8" w:rsidRPr="00520204" w:rsidRDefault="000843E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  <w:t>Student demonstrates evidence of initial and/or inconsistent understanding of concepts, skills, and/or processes within the standards. 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F2F2F2" w:themeFill="background1" w:themeFillShade="F2"/>
                          </w:tcPr>
                          <w:p w14:paraId="3B1CBE9E" w14:textId="77777777" w:rsidR="000843E8" w:rsidRPr="00520204" w:rsidRDefault="000843E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 </w:t>
                            </w:r>
                            <w:r w:rsidRPr="00520204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  <w:t>Student demonstrates, with some consistency, evidence of partial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58C97AE1" w14:textId="77777777" w:rsidR="000843E8" w:rsidRPr="00520204" w:rsidRDefault="000843E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 </w:t>
                            </w:r>
                            <w:r w:rsidRPr="00520204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  <w:t>Student demonstrates evidence of thorough and consistent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47BEE84" w14:textId="77777777" w:rsidR="000843E8" w:rsidRPr="00520204" w:rsidRDefault="000843E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6"/>
                                <w:szCs w:val="16"/>
                              </w:rPr>
                              <w:t> </w:t>
                            </w:r>
                            <w:r w:rsidRPr="00520204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6"/>
                                <w:szCs w:val="16"/>
                              </w:rPr>
                              <w:t>Student demonstrates the ability to transfer concepts, skills, and/or processes beyond the standard. </w:t>
                            </w:r>
                          </w:p>
                        </w:tc>
                      </w:tr>
                      <w:tr w:rsidR="000843E8" w14:paraId="0B72F15B" w14:textId="77777777" w:rsidTr="00717FD4">
                        <w:trPr>
                          <w:cantSplit/>
                          <w:trHeight w:val="284"/>
                        </w:trPr>
                        <w:tc>
                          <w:tcPr>
                            <w:tcW w:w="534" w:type="dxa"/>
                            <w:vMerge/>
                          </w:tcPr>
                          <w:p w14:paraId="25B2E41E" w14:textId="77777777" w:rsidR="000843E8" w:rsidRDefault="000843E8" w:rsidP="00717FD4"/>
                        </w:tc>
                        <w:tc>
                          <w:tcPr>
                            <w:tcW w:w="425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14:paraId="5AE60B18" w14:textId="77777777" w:rsidR="000843E8" w:rsidRDefault="000843E8" w:rsidP="00717FD4">
                            <w:pPr>
                              <w:ind w:left="113" w:right="113"/>
                              <w:jc w:val="center"/>
                            </w:pPr>
                          </w:p>
                        </w:tc>
                        <w:tc>
                          <w:tcPr>
                            <w:tcW w:w="1223" w:type="dxa"/>
                            <w:shd w:val="clear" w:color="auto" w:fill="EEECE1" w:themeFill="background2"/>
                          </w:tcPr>
                          <w:p w14:paraId="46447A66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4C187D5C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EEECE1" w:themeFill="background2"/>
                          </w:tcPr>
                          <w:p w14:paraId="628E183F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right w:val="single" w:sz="24" w:space="0" w:color="auto"/>
                            </w:tcBorders>
                          </w:tcPr>
                          <w:p w14:paraId="00452353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7768D2FB" w14:textId="77777777" w:rsidR="000843E8" w:rsidRPr="00520204" w:rsidRDefault="000843E8" w:rsidP="00717FD4">
                            <w:pPr>
                              <w:spacing w:before="100" w:beforeAutospacing="1" w:after="100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</w:tr>
                      <w:tr w:rsidR="000843E8" w14:paraId="76F9E61B" w14:textId="77777777" w:rsidTr="00717FD4">
                        <w:trPr>
                          <w:cantSplit/>
                          <w:trHeight w:val="1496"/>
                        </w:trPr>
                        <w:tc>
                          <w:tcPr>
                            <w:tcW w:w="534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14:paraId="53A1EFD2" w14:textId="77777777" w:rsidR="000843E8" w:rsidRPr="00717386" w:rsidRDefault="000843E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</w:pPr>
                            <w:r w:rsidRPr="00717386"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  <w:t>Observe</w:t>
                            </w:r>
                          </w:p>
                        </w:tc>
                        <w:tc>
                          <w:tcPr>
                            <w:tcW w:w="425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067A3B3C" w14:textId="77777777" w:rsidR="000843E8" w:rsidRPr="0080426C" w:rsidRDefault="000843E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Form</w:t>
                            </w:r>
                          </w:p>
                        </w:tc>
                        <w:tc>
                          <w:tcPr>
                            <w:tcW w:w="1223" w:type="dxa"/>
                            <w:shd w:val="clear" w:color="auto" w:fill="EEECE1" w:themeFill="background2"/>
                          </w:tcPr>
                          <w:p w14:paraId="1A3F2E83" w14:textId="77777777" w:rsidR="000843E8" w:rsidRDefault="000843E8" w:rsidP="00717FD4"/>
                        </w:tc>
                        <w:tc>
                          <w:tcPr>
                            <w:tcW w:w="2126" w:type="dxa"/>
                          </w:tcPr>
                          <w:p w14:paraId="04E81689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 are able to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describe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aspects of the visual language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EEECE1" w:themeFill="background2"/>
                          </w:tcPr>
                          <w:p w14:paraId="56B5290F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 are able to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describe important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expressive aspects of the visual language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right w:val="single" w:sz="24" w:space="0" w:color="auto"/>
                            </w:tcBorders>
                          </w:tcPr>
                          <w:p w14:paraId="7EF5137D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Your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description and analysis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of the form shows an understanding of how the aspects of the visual language integrate to form expression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1AF9A9F5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Your analysis of the form shows an understanding of the important expressive aspects of the visual language and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compares the artwork to examples from a broader context</w:t>
                            </w:r>
                          </w:p>
                        </w:tc>
                      </w:tr>
                      <w:tr w:rsidR="000843E8" w14:paraId="1EE38A34" w14:textId="77777777" w:rsidTr="00717FD4">
                        <w:trPr>
                          <w:cantSplit/>
                          <w:trHeight w:val="1277"/>
                        </w:trPr>
                        <w:tc>
                          <w:tcPr>
                            <w:tcW w:w="534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14:paraId="6BFD8C4C" w14:textId="77777777" w:rsidR="000843E8" w:rsidRPr="00750DC3" w:rsidRDefault="000843E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</w:pPr>
                            <w:r w:rsidRPr="00750DC3"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  <w:t>Understand the art world</w:t>
                            </w:r>
                          </w:p>
                        </w:tc>
                        <w:tc>
                          <w:tcPr>
                            <w:tcW w:w="425" w:type="dxa"/>
                            <w:shd w:val="clear" w:color="auto" w:fill="E5B8B7" w:themeFill="accent2" w:themeFillTint="66"/>
                            <w:textDirection w:val="btLr"/>
                            <w:vAlign w:val="center"/>
                          </w:tcPr>
                          <w:p w14:paraId="78FC2E6D" w14:textId="77777777" w:rsidR="000843E8" w:rsidRPr="0080426C" w:rsidRDefault="000843E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Theme</w:t>
                            </w:r>
                          </w:p>
                        </w:tc>
                        <w:tc>
                          <w:tcPr>
                            <w:tcW w:w="1223" w:type="dxa"/>
                            <w:shd w:val="clear" w:color="auto" w:fill="EEECE1" w:themeFill="background2"/>
                          </w:tcPr>
                          <w:p w14:paraId="7D8DFE4F" w14:textId="77777777" w:rsidR="000843E8" w:rsidRDefault="000843E8" w:rsidP="00717FD4"/>
                        </w:tc>
                        <w:tc>
                          <w:tcPr>
                            <w:tcW w:w="2126" w:type="dxa"/>
                          </w:tcPr>
                          <w:p w14:paraId="4B62207F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 are able to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 xml:space="preserve">describe 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aspects of the visual language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EEECE1" w:themeFill="background2"/>
                          </w:tcPr>
                          <w:p w14:paraId="0E859576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 are able to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describe important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and expressive aspects of the visual language which support the artist's theme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right w:val="single" w:sz="24" w:space="0" w:color="auto"/>
                            </w:tcBorders>
                          </w:tcPr>
                          <w:p w14:paraId="35C383DE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Your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description and analysis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of the theme shows </w:t>
                            </w:r>
                            <w:r w:rsidRPr="006F14DB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an understanding of how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the aspects of the visual language </w:t>
                            </w:r>
                            <w: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support the artist's theme.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28A6B7BD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Your analysis of the theme shows an understanding of the important expressive aspects of the visual language and compares the artwork to examples from a broader context</w:t>
                            </w:r>
                          </w:p>
                        </w:tc>
                      </w:tr>
                      <w:tr w:rsidR="000843E8" w14:paraId="77DFED2F" w14:textId="77777777" w:rsidTr="00717FD4">
                        <w:trPr>
                          <w:cantSplit/>
                          <w:trHeight w:val="1277"/>
                        </w:trPr>
                        <w:tc>
                          <w:tcPr>
                            <w:tcW w:w="534" w:type="dxa"/>
                            <w:vMerge/>
                            <w:shd w:val="clear" w:color="auto" w:fill="auto"/>
                          </w:tcPr>
                          <w:p w14:paraId="1A39BDBE" w14:textId="77777777" w:rsidR="000843E8" w:rsidRDefault="000843E8" w:rsidP="00717FD4"/>
                        </w:tc>
                        <w:tc>
                          <w:tcPr>
                            <w:tcW w:w="425" w:type="dxa"/>
                            <w:shd w:val="clear" w:color="auto" w:fill="B8CCE4" w:themeFill="accent1" w:themeFillTint="66"/>
                            <w:textDirection w:val="btLr"/>
                            <w:vAlign w:val="center"/>
                          </w:tcPr>
                          <w:p w14:paraId="3430D520" w14:textId="77777777" w:rsidR="000843E8" w:rsidRPr="0080426C" w:rsidRDefault="000843E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Context</w:t>
                            </w:r>
                          </w:p>
                        </w:tc>
                        <w:tc>
                          <w:tcPr>
                            <w:tcW w:w="1223" w:type="dxa"/>
                            <w:shd w:val="clear" w:color="auto" w:fill="EEECE1" w:themeFill="background2"/>
                          </w:tcPr>
                          <w:p w14:paraId="506D01D1" w14:textId="77777777" w:rsidR="000843E8" w:rsidRDefault="000843E8" w:rsidP="00717FD4"/>
                        </w:tc>
                        <w:tc>
                          <w:tcPr>
                            <w:tcW w:w="2126" w:type="dxa"/>
                          </w:tcPr>
                          <w:p w14:paraId="00EB9CED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 are able to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 xml:space="preserve">describe 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aspects of the art work's context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EEECE1" w:themeFill="background2"/>
                          </w:tcPr>
                          <w:p w14:paraId="69EFD616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 are able to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 xml:space="preserve">describe important and relevant 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>aspects of the art work's context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right w:val="single" w:sz="24" w:space="0" w:color="auto"/>
                            </w:tcBorders>
                          </w:tcPr>
                          <w:p w14:paraId="30F4E75B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Your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description and analysis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of the important relevant aspects of the art work's context </w:t>
                            </w:r>
                            <w:r w:rsidRPr="006F14DB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show how the context helps form the work's meaning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3E5C5970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Your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analysis of the important relevant aspects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of the art work's context show how the context helps form the work's meaning and compares the artwork to examples from a broader context</w:t>
                            </w:r>
                          </w:p>
                        </w:tc>
                      </w:tr>
                      <w:tr w:rsidR="000843E8" w14:paraId="76EEFB5B" w14:textId="77777777" w:rsidTr="00717FD4">
                        <w:trPr>
                          <w:cantSplit/>
                          <w:trHeight w:val="1277"/>
                        </w:trPr>
                        <w:tc>
                          <w:tcPr>
                            <w:tcW w:w="534" w:type="dxa"/>
                            <w:vMerge/>
                            <w:shd w:val="clear" w:color="auto" w:fill="auto"/>
                          </w:tcPr>
                          <w:p w14:paraId="649B198F" w14:textId="77777777" w:rsidR="000843E8" w:rsidRDefault="000843E8" w:rsidP="00717FD4"/>
                        </w:tc>
                        <w:tc>
                          <w:tcPr>
                            <w:tcW w:w="425" w:type="dxa"/>
                            <w:shd w:val="clear" w:color="auto" w:fill="D6E3BC" w:themeFill="accent3" w:themeFillTint="66"/>
                            <w:textDirection w:val="btLr"/>
                            <w:vAlign w:val="center"/>
                          </w:tcPr>
                          <w:p w14:paraId="2D307BF6" w14:textId="77777777" w:rsidR="000843E8" w:rsidRPr="0080426C" w:rsidRDefault="000843E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Synthesis</w:t>
                            </w:r>
                          </w:p>
                        </w:tc>
                        <w:tc>
                          <w:tcPr>
                            <w:tcW w:w="1223" w:type="dxa"/>
                            <w:shd w:val="clear" w:color="auto" w:fill="EEECE1" w:themeFill="background2"/>
                          </w:tcPr>
                          <w:p w14:paraId="38104D42" w14:textId="77777777" w:rsidR="000843E8" w:rsidRDefault="000843E8" w:rsidP="00717FD4"/>
                        </w:tc>
                        <w:tc>
                          <w:tcPr>
                            <w:tcW w:w="2126" w:type="dxa"/>
                          </w:tcPr>
                          <w:p w14:paraId="64709BFD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You </w:t>
                            </w:r>
                            <w:r w:rsidRPr="00520204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describe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the form, theme of the artwork and the context in which the artwork was made.</w:t>
                            </w:r>
                          </w:p>
                        </w:tc>
                        <w:tc>
                          <w:tcPr>
                            <w:tcW w:w="2126" w:type="dxa"/>
                            <w:shd w:val="clear" w:color="auto" w:fill="EEECE1" w:themeFill="background2"/>
                          </w:tcPr>
                          <w:p w14:paraId="4F1D2FE5" w14:textId="77777777" w:rsidR="000843E8" w:rsidRPr="00520204" w:rsidRDefault="000843E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520204">
                              <w:rPr>
                                <w:rFonts w:asciiTheme="majorHAnsi" w:eastAsia="Times New Roman" w:hAnsiTheme="majorHAnsi" w:cs="Times New Roman"/>
                                <w:sz w:val="16"/>
                                <w:szCs w:val="16"/>
                                <w:lang w:eastAsia="en-US"/>
                              </w:rPr>
                              <w:t xml:space="preserve">You </w:t>
                            </w:r>
                            <w:r w:rsidRPr="00520204">
                              <w:rPr>
                                <w:rFonts w:asciiTheme="majorHAnsi" w:eastAsia="Times New Roman" w:hAnsiTheme="majorHAnsi" w:cs="Times New Roman"/>
                                <w:b/>
                                <w:sz w:val="16"/>
                                <w:szCs w:val="16"/>
                                <w:lang w:eastAsia="en-US"/>
                              </w:rPr>
                              <w:t>interpret</w:t>
                            </w:r>
                            <w:r w:rsidRPr="00520204">
                              <w:rPr>
                                <w:rFonts w:asciiTheme="majorHAnsi" w:eastAsia="Times New Roman" w:hAnsiTheme="majorHAnsi" w:cs="Times New Roman"/>
                                <w:sz w:val="16"/>
                                <w:szCs w:val="16"/>
                                <w:lang w:eastAsia="en-US"/>
                              </w:rPr>
                              <w:t xml:space="preserve"> an artwork supported by relevant and sufficient evidence found in the artwork and its various contexts</w:t>
                            </w:r>
                          </w:p>
                          <w:p w14:paraId="2DC34F1E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right w:val="single" w:sz="24" w:space="0" w:color="auto"/>
                            </w:tcBorders>
                          </w:tcPr>
                          <w:p w14:paraId="38BEED18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  <w:r w:rsidRPr="00520204">
                              <w:rPr>
                                <w:rFonts w:asciiTheme="majorHAnsi" w:eastAsia="Times New Roman" w:hAnsiTheme="majorHAnsi" w:cs="Times New Roman"/>
                                <w:sz w:val="16"/>
                                <w:szCs w:val="16"/>
                                <w:lang w:eastAsia="en-US"/>
                              </w:rPr>
                              <w:t xml:space="preserve">You </w:t>
                            </w:r>
                            <w:r w:rsidRPr="00520204">
                              <w:rPr>
                                <w:rFonts w:asciiTheme="majorHAnsi" w:eastAsia="Times New Roman" w:hAnsiTheme="majorHAnsi" w:cs="Times New Roman"/>
                                <w:b/>
                                <w:sz w:val="16"/>
                                <w:szCs w:val="16"/>
                                <w:lang w:eastAsia="en-US"/>
                              </w:rPr>
                              <w:t>synthesize</w:t>
                            </w:r>
                            <w:r w:rsidRPr="00520204">
                              <w:rPr>
                                <w:rFonts w:asciiTheme="majorHAnsi" w:eastAsia="Times New Roman" w:hAnsiTheme="majorHAnsi" w:cs="Times New Roman"/>
                                <w:sz w:val="16"/>
                                <w:szCs w:val="16"/>
                                <w:lang w:eastAsia="en-US"/>
                              </w:rPr>
                              <w:t xml:space="preserve"> the formal, thematic and contextual aspects of the artwork to show how these elements </w:t>
                            </w:r>
                            <w:r w:rsidRPr="006F14DB">
                              <w:rPr>
                                <w:rFonts w:asciiTheme="majorHAnsi" w:eastAsia="Times New Roman" w:hAnsiTheme="majorHAnsi" w:cs="Times New Roman"/>
                                <w:b/>
                                <w:sz w:val="16"/>
                                <w:szCs w:val="16"/>
                                <w:lang w:eastAsia="en-US"/>
                              </w:rPr>
                              <w:t>are integrated in the artwork to help form meaning</w:t>
                            </w:r>
                            <w:r w:rsidRPr="00520204">
                              <w:rPr>
                                <w:rFonts w:asciiTheme="majorHAnsi" w:eastAsia="Times New Roman" w:hAnsiTheme="majorHAnsi" w:cs="Times New Roman"/>
                                <w:sz w:val="16"/>
                                <w:szCs w:val="16"/>
                                <w:lang w:eastAsia="en-US"/>
                              </w:rPr>
                              <w:t>.</w:t>
                            </w:r>
                            <w:r w:rsidRPr="00520204"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0F9A783B" w14:textId="77777777" w:rsidR="000843E8" w:rsidRPr="00520204" w:rsidRDefault="000843E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6"/>
                                <w:szCs w:val="16"/>
                                <w:lang w:eastAsia="en-US"/>
                              </w:rPr>
                            </w:pPr>
                            <w:r w:rsidRPr="00520204">
                              <w:rPr>
                                <w:rFonts w:asciiTheme="majorHAnsi" w:eastAsia="Times New Roman" w:hAnsiTheme="majorHAnsi" w:cs="Times New Roman"/>
                                <w:sz w:val="16"/>
                                <w:szCs w:val="16"/>
                                <w:lang w:eastAsia="en-US"/>
                              </w:rPr>
                              <w:t xml:space="preserve">You </w:t>
                            </w:r>
                            <w:r w:rsidRPr="00520204">
                              <w:rPr>
                                <w:rFonts w:asciiTheme="majorHAnsi" w:eastAsia="Times New Roman" w:hAnsiTheme="majorHAnsi" w:cs="Times New Roman"/>
                                <w:b/>
                                <w:sz w:val="16"/>
                                <w:szCs w:val="16"/>
                                <w:lang w:eastAsia="en-US"/>
                              </w:rPr>
                              <w:t>analyze differing interpretations</w:t>
                            </w:r>
                            <w:r w:rsidRPr="00520204">
                              <w:rPr>
                                <w:rFonts w:asciiTheme="majorHAnsi" w:eastAsia="Times New Roman" w:hAnsiTheme="majorHAnsi" w:cs="Times New Roman"/>
                                <w:sz w:val="16"/>
                                <w:szCs w:val="16"/>
                                <w:lang w:eastAsia="en-US"/>
                              </w:rPr>
                              <w:t xml:space="preserve"> of an artwork in order to select and defend a plausible critical analysis.</w:t>
                            </w:r>
                          </w:p>
                          <w:p w14:paraId="34031FFD" w14:textId="77777777" w:rsidR="000843E8" w:rsidRPr="00520204" w:rsidRDefault="000843E8" w:rsidP="00717FD4">
                            <w:pPr>
                              <w:rPr>
                                <w:rFonts w:asciiTheme="majorHAnsi" w:hAnsiTheme="majorHAnsi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14:paraId="492DD914" w14:textId="77777777" w:rsidR="000843E8" w:rsidRDefault="000843E8" w:rsidP="000843E8"/>
                  </w:txbxContent>
                </v:textbox>
              </v:shape>
            </w:pict>
          </mc:Fallback>
        </mc:AlternateContent>
      </w:r>
    </w:p>
    <w:p w14:paraId="19B5E539" w14:textId="77777777" w:rsidR="00444577" w:rsidRDefault="00444577" w:rsidP="00444577"/>
    <w:p w14:paraId="72277B05" w14:textId="77777777" w:rsidR="00444577" w:rsidRDefault="00444577" w:rsidP="00444577"/>
    <w:p w14:paraId="6FA75B4F" w14:textId="77777777" w:rsidR="00444577" w:rsidRDefault="00444577" w:rsidP="00444577"/>
    <w:p w14:paraId="0266E681" w14:textId="77777777" w:rsidR="00444577" w:rsidRDefault="00444577" w:rsidP="00444577"/>
    <w:p w14:paraId="40A59FA1" w14:textId="77777777" w:rsidR="00444577" w:rsidRDefault="00444577" w:rsidP="00444577"/>
    <w:p w14:paraId="2CE9C93F" w14:textId="77777777" w:rsidR="00444577" w:rsidRDefault="00444577" w:rsidP="00444577"/>
    <w:p w14:paraId="1FDA33A1" w14:textId="77777777" w:rsidR="00444577" w:rsidRDefault="00444577" w:rsidP="00444577"/>
    <w:p w14:paraId="10FB74BE" w14:textId="77777777" w:rsidR="00444577" w:rsidRDefault="00444577" w:rsidP="00444577"/>
    <w:p w14:paraId="19BA5AEB" w14:textId="77777777" w:rsidR="00444577" w:rsidRDefault="00444577" w:rsidP="00444577"/>
    <w:p w14:paraId="1D3E9E33" w14:textId="77777777" w:rsidR="00444577" w:rsidRDefault="00444577" w:rsidP="00444577"/>
    <w:p w14:paraId="0647C02E" w14:textId="77777777" w:rsidR="00444577" w:rsidRDefault="00444577" w:rsidP="00444577"/>
    <w:p w14:paraId="09A45A4A" w14:textId="77777777" w:rsidR="00444577" w:rsidRDefault="00444577" w:rsidP="00444577"/>
    <w:p w14:paraId="0128777E" w14:textId="77777777" w:rsidR="00444577" w:rsidRDefault="00444577" w:rsidP="00444577"/>
    <w:p w14:paraId="087CCF81" w14:textId="77777777" w:rsidR="00444577" w:rsidRDefault="00444577" w:rsidP="00444577"/>
    <w:p w14:paraId="37313A38" w14:textId="77777777" w:rsidR="00444577" w:rsidRDefault="00444577" w:rsidP="00444577"/>
    <w:p w14:paraId="769337B7" w14:textId="77777777" w:rsidR="00444577" w:rsidRDefault="00444577" w:rsidP="00444577"/>
    <w:p w14:paraId="08CD6703" w14:textId="77777777" w:rsidR="00444577" w:rsidRDefault="00444577" w:rsidP="00444577"/>
    <w:p w14:paraId="4AF5978F" w14:textId="77777777" w:rsidR="00444577" w:rsidRDefault="00444577" w:rsidP="00444577"/>
    <w:p w14:paraId="4AC42F00" w14:textId="77777777" w:rsidR="00444577" w:rsidRDefault="00444577" w:rsidP="00444577">
      <w:pPr>
        <w:rPr>
          <w:i/>
          <w:color w:val="C00000"/>
        </w:rPr>
      </w:pPr>
      <w:r>
        <w:t xml:space="preserve">If you give yourself a 7 for any question explain why your response </w:t>
      </w:r>
      <w:r>
        <w:rPr>
          <w:b/>
        </w:rPr>
        <w:t>goes well beyond expectations</w:t>
      </w:r>
      <w:r>
        <w:t xml:space="preserve">. </w:t>
      </w:r>
      <w:r>
        <w:rPr>
          <w:i/>
          <w:color w:val="C00000"/>
        </w:rPr>
        <w:t>Remember I expect you to answer the questions effectively – so don’t just tell me that you did what I expect!!</w:t>
      </w:r>
    </w:p>
    <w:p w14:paraId="634BFBF9" w14:textId="77777777" w:rsidR="00444577" w:rsidRDefault="00444577" w:rsidP="00444577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8ADBC3" wp14:editId="201D8116">
                <wp:simplePos x="0" y="0"/>
                <wp:positionH relativeFrom="column">
                  <wp:posOffset>-73660</wp:posOffset>
                </wp:positionH>
                <wp:positionV relativeFrom="paragraph">
                  <wp:posOffset>24130</wp:posOffset>
                </wp:positionV>
                <wp:extent cx="6591300" cy="2000250"/>
                <wp:effectExtent l="0" t="0" r="1270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444577" w14:paraId="6200DB1F" w14:textId="77777777" w:rsidTr="00444577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8DB3E2" w:themeFill="text2" w:themeFillTint="66"/>
                                  <w:vAlign w:val="center"/>
                                  <w:hideMark/>
                                </w:tcPr>
                                <w:p w14:paraId="01147E46" w14:textId="77777777" w:rsidR="00444577" w:rsidRDefault="00444577">
                                  <w:r>
                                    <w:t>Theme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A3D054C" w14:textId="77777777" w:rsidR="00444577" w:rsidRDefault="00444577"/>
                              </w:tc>
                            </w:tr>
                            <w:tr w:rsidR="00444577" w14:paraId="2C4CAF1B" w14:textId="77777777" w:rsidTr="00444577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9594" w:themeFill="accent2" w:themeFillTint="99"/>
                                  <w:vAlign w:val="center"/>
                                  <w:hideMark/>
                                </w:tcPr>
                                <w:p w14:paraId="55E3278A" w14:textId="77777777" w:rsidR="00444577" w:rsidRDefault="00444577">
                                  <w:r>
                                    <w:t>Form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670B141" w14:textId="77777777" w:rsidR="00444577" w:rsidRDefault="00444577"/>
                              </w:tc>
                            </w:tr>
                            <w:tr w:rsidR="00444577" w14:paraId="5585417F" w14:textId="77777777" w:rsidTr="00444577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2A1C7" w:themeFill="accent4" w:themeFillTint="99"/>
                                  <w:vAlign w:val="center"/>
                                  <w:hideMark/>
                                </w:tcPr>
                                <w:p w14:paraId="14E663E5" w14:textId="77777777" w:rsidR="00444577" w:rsidRDefault="00444577">
                                  <w:r>
                                    <w:t>Context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5930DCC" w14:textId="77777777" w:rsidR="00444577" w:rsidRDefault="00444577"/>
                              </w:tc>
                            </w:tr>
                            <w:tr w:rsidR="00444577" w14:paraId="478129C0" w14:textId="77777777" w:rsidTr="00444577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C2D69B" w:themeFill="accent3" w:themeFillTint="99"/>
                                  <w:vAlign w:val="center"/>
                                  <w:hideMark/>
                                </w:tcPr>
                                <w:p w14:paraId="742E7EAC" w14:textId="77777777" w:rsidR="00444577" w:rsidRDefault="00444577">
                                  <w:r>
                                    <w:t>Synthesis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6BE8F03" w14:textId="77777777" w:rsidR="00444577" w:rsidRDefault="00444577"/>
                              </w:tc>
                            </w:tr>
                          </w:tbl>
                          <w:p w14:paraId="412B856A" w14:textId="77777777" w:rsidR="00444577" w:rsidRDefault="00444577" w:rsidP="004445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75pt;margin-top:1.9pt;width:519pt;height:15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444577" w14:paraId="6200DB1F" w14:textId="77777777" w:rsidTr="00444577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8DB3E2" w:themeFill="text2" w:themeFillTint="66"/>
                            <w:vAlign w:val="center"/>
                            <w:hideMark/>
                          </w:tcPr>
                          <w:p w14:paraId="01147E46" w14:textId="77777777" w:rsidR="00444577" w:rsidRDefault="00444577">
                            <w:r>
                              <w:t>Theme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A3D054C" w14:textId="77777777" w:rsidR="00444577" w:rsidRDefault="00444577"/>
                        </w:tc>
                      </w:tr>
                      <w:tr w:rsidR="00444577" w14:paraId="2C4CAF1B" w14:textId="77777777" w:rsidTr="00444577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9594" w:themeFill="accent2" w:themeFillTint="99"/>
                            <w:vAlign w:val="center"/>
                            <w:hideMark/>
                          </w:tcPr>
                          <w:p w14:paraId="55E3278A" w14:textId="77777777" w:rsidR="00444577" w:rsidRDefault="00444577">
                            <w:r>
                              <w:t>Form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670B141" w14:textId="77777777" w:rsidR="00444577" w:rsidRDefault="00444577"/>
                        </w:tc>
                      </w:tr>
                      <w:tr w:rsidR="00444577" w14:paraId="5585417F" w14:textId="77777777" w:rsidTr="00444577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2A1C7" w:themeFill="accent4" w:themeFillTint="99"/>
                            <w:vAlign w:val="center"/>
                            <w:hideMark/>
                          </w:tcPr>
                          <w:p w14:paraId="14E663E5" w14:textId="77777777" w:rsidR="00444577" w:rsidRDefault="00444577">
                            <w:r>
                              <w:t>Context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5930DCC" w14:textId="77777777" w:rsidR="00444577" w:rsidRDefault="00444577"/>
                        </w:tc>
                      </w:tr>
                      <w:tr w:rsidR="00444577" w14:paraId="478129C0" w14:textId="77777777" w:rsidTr="00444577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C2D69B" w:themeFill="accent3" w:themeFillTint="99"/>
                            <w:vAlign w:val="center"/>
                            <w:hideMark/>
                          </w:tcPr>
                          <w:p w14:paraId="742E7EAC" w14:textId="77777777" w:rsidR="00444577" w:rsidRDefault="00444577">
                            <w:r>
                              <w:t>Synthesis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6BE8F03" w14:textId="77777777" w:rsidR="00444577" w:rsidRDefault="00444577"/>
                        </w:tc>
                      </w:tr>
                    </w:tbl>
                    <w:p w14:paraId="412B856A" w14:textId="77777777" w:rsidR="00444577" w:rsidRDefault="00444577" w:rsidP="00444577"/>
                  </w:txbxContent>
                </v:textbox>
              </v:shape>
            </w:pict>
          </mc:Fallback>
        </mc:AlternateContent>
      </w:r>
    </w:p>
    <w:p w14:paraId="750E6BA7" w14:textId="77777777" w:rsidR="00444577" w:rsidRDefault="00444577" w:rsidP="00444577"/>
    <w:p w14:paraId="4544CA99" w14:textId="77777777" w:rsidR="00444577" w:rsidRDefault="00444577" w:rsidP="00444577"/>
    <w:p w14:paraId="7B1D1CD4" w14:textId="77777777" w:rsidR="00444577" w:rsidRDefault="00444577" w:rsidP="00444577"/>
    <w:p w14:paraId="26E7FBA3" w14:textId="77777777" w:rsidR="00444577" w:rsidRDefault="00444577" w:rsidP="00444577"/>
    <w:p w14:paraId="2CAD5131" w14:textId="77777777" w:rsidR="000843E8" w:rsidRDefault="000843E8" w:rsidP="00444577">
      <w:bookmarkStart w:id="0" w:name="_GoBack"/>
      <w:bookmarkEnd w:id="0"/>
    </w:p>
    <w:p w14:paraId="10108864" w14:textId="77777777" w:rsidR="00DB6C80" w:rsidRDefault="00DB6C80" w:rsidP="00DB6C80">
      <w:r>
        <w:lastRenderedPageBreak/>
        <w:t xml:space="preserve">Choose one of the three artworks in the film to use as an example and then answer the questions below. Be sure you are </w:t>
      </w:r>
      <w:r w:rsidRPr="00B94F05">
        <w:rPr>
          <w:b/>
        </w:rPr>
        <w:t>writing specifically</w:t>
      </w:r>
      <w:r>
        <w:t xml:space="preserve"> about the artwork you chose.</w:t>
      </w:r>
    </w:p>
    <w:p w14:paraId="654D11A8" w14:textId="77777777" w:rsidR="00DB6C80" w:rsidRDefault="00DB6C80" w:rsidP="00DB6C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EDFA24" wp14:editId="12A2060E">
                <wp:simplePos x="0" y="0"/>
                <wp:positionH relativeFrom="column">
                  <wp:posOffset>1793240</wp:posOffset>
                </wp:positionH>
                <wp:positionV relativeFrom="paragraph">
                  <wp:posOffset>2520315</wp:posOffset>
                </wp:positionV>
                <wp:extent cx="3048000" cy="2293620"/>
                <wp:effectExtent l="0" t="0" r="25400" b="1778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93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2AF3B" w14:textId="77777777" w:rsidR="00DB6C80" w:rsidRDefault="00DB6C80" w:rsidP="00DB6C80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44683A3" wp14:editId="4034D4D7">
                                  <wp:extent cx="2865120" cy="2148840"/>
                                  <wp:effectExtent l="0" t="0" r="5080" b="1016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32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5120" cy="2148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141.2pt;margin-top:198.45pt;width:240pt;height:1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" filled="f">
                <v:textbox>
                  <w:txbxContent>
                    <w:p w:rsidR="00DB6C80" w:rsidRDefault="00DB6C80" w:rsidP="00DB6C80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60BE4FAF" wp14:editId="0003DA33">
                            <wp:extent cx="2865120" cy="2148840"/>
                            <wp:effectExtent l="0" t="0" r="5080" b="1016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32.jp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5120" cy="2148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CF0BCB" wp14:editId="5E045A3D">
                <wp:simplePos x="0" y="0"/>
                <wp:positionH relativeFrom="column">
                  <wp:posOffset>3277235</wp:posOffset>
                </wp:positionH>
                <wp:positionV relativeFrom="paragraph">
                  <wp:posOffset>106045</wp:posOffset>
                </wp:positionV>
                <wp:extent cx="3048000" cy="2293620"/>
                <wp:effectExtent l="0" t="0" r="25400" b="1778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93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7D9009" w14:textId="77777777" w:rsidR="00DB6C80" w:rsidRDefault="00DB6C80" w:rsidP="00DB6C80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45D600AA" wp14:editId="3DE45B51">
                                  <wp:extent cx="2865120" cy="2148840"/>
                                  <wp:effectExtent l="0" t="0" r="5080" b="1016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31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5120" cy="2148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258.05pt;margin-top:8.35pt;width:240pt;height:180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" filled="f">
                <v:textbox>
                  <w:txbxContent>
                    <w:p w:rsidR="00DB6C80" w:rsidRDefault="00DB6C80" w:rsidP="00DB6C80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75FACB3C" wp14:editId="3153AF07">
                            <wp:extent cx="2865120" cy="2148840"/>
                            <wp:effectExtent l="0" t="0" r="5080" b="1016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31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5120" cy="2148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06BAC9" wp14:editId="6538AF0C">
                <wp:simplePos x="0" y="0"/>
                <wp:positionH relativeFrom="column">
                  <wp:posOffset>101299</wp:posOffset>
                </wp:positionH>
                <wp:positionV relativeFrom="paragraph">
                  <wp:posOffset>106546</wp:posOffset>
                </wp:positionV>
                <wp:extent cx="3048000" cy="2294021"/>
                <wp:effectExtent l="0" t="0" r="25400" b="177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940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4ECB0" w14:textId="77777777" w:rsidR="00DB6C80" w:rsidRDefault="00DB6C80" w:rsidP="00DB6C80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C8FF8EE" wp14:editId="3A4DBFBE">
                                  <wp:extent cx="2865120" cy="2148840"/>
                                  <wp:effectExtent l="0" t="0" r="5080" b="1016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30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5120" cy="2148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8pt;margin-top:8.4pt;width:240pt;height:180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" filled="f">
                <v:textbox>
                  <w:txbxContent>
                    <w:p w:rsidR="00DB6C80" w:rsidRDefault="00DB6C80" w:rsidP="00DB6C80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0FD51D13" wp14:editId="7DC91DC4">
                            <wp:extent cx="2865120" cy="2148840"/>
                            <wp:effectExtent l="0" t="0" r="5080" b="1016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30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5120" cy="2148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AB561C" w14:textId="77777777" w:rsidR="00DB6C80" w:rsidRDefault="00DB6C80" w:rsidP="00DB6C80"/>
    <w:p w14:paraId="40136895" w14:textId="77777777" w:rsidR="00DB6C80" w:rsidRDefault="00DB6C80" w:rsidP="00DB6C80"/>
    <w:p w14:paraId="439FF1FF" w14:textId="77777777" w:rsidR="00DB6C80" w:rsidRDefault="00DB6C80" w:rsidP="00DB6C80"/>
    <w:p w14:paraId="6A13A39E" w14:textId="77777777" w:rsidR="00DB6C80" w:rsidRDefault="00DB6C80" w:rsidP="00DB6C80"/>
    <w:p w14:paraId="0E78D864" w14:textId="77777777" w:rsidR="00DB6C80" w:rsidRDefault="00DB6C80" w:rsidP="00DB6C80"/>
    <w:p w14:paraId="4D122EB2" w14:textId="77777777" w:rsidR="00DB6C80" w:rsidRDefault="00DB6C80" w:rsidP="00DB6C80"/>
    <w:p w14:paraId="4D964F9C" w14:textId="77777777" w:rsidR="00DB6C80" w:rsidRDefault="00DB6C80" w:rsidP="00DB6C80"/>
    <w:tbl>
      <w:tblPr>
        <w:tblStyle w:val="TableGrid"/>
        <w:tblpPr w:leftFromText="180" w:rightFromText="180" w:vertAnchor="page" w:horzAnchor="page" w:tblpX="994" w:tblpY="9196"/>
        <w:tblW w:w="0" w:type="auto"/>
        <w:tblLook w:val="04A0" w:firstRow="1" w:lastRow="0" w:firstColumn="1" w:lastColumn="0" w:noHBand="0" w:noVBand="1"/>
      </w:tblPr>
      <w:tblGrid>
        <w:gridCol w:w="2235"/>
        <w:gridCol w:w="8221"/>
      </w:tblGrid>
      <w:tr w:rsidR="00DB6C80" w14:paraId="6CB815D3" w14:textId="77777777" w:rsidTr="00DB6C80">
        <w:trPr>
          <w:trHeight w:val="1555"/>
        </w:trPr>
        <w:tc>
          <w:tcPr>
            <w:tcW w:w="2235" w:type="dxa"/>
            <w:shd w:val="clear" w:color="auto" w:fill="D6E3BC" w:themeFill="accent3" w:themeFillTint="66"/>
          </w:tcPr>
          <w:p w14:paraId="1A78F18F" w14:textId="77777777" w:rsidR="00DB6C80" w:rsidRDefault="00DB6C80" w:rsidP="00DB6C80">
            <w:r>
              <w:t xml:space="preserve">How does the </w:t>
            </w:r>
            <w:r w:rsidRPr="00DB6C80">
              <w:rPr>
                <w:b/>
              </w:rPr>
              <w:t>FORM</w:t>
            </w:r>
            <w:r>
              <w:t xml:space="preserve"> of this work reflect the artist's BIG IDEAS?</w:t>
            </w:r>
          </w:p>
        </w:tc>
        <w:tc>
          <w:tcPr>
            <w:tcW w:w="8221" w:type="dxa"/>
          </w:tcPr>
          <w:p w14:paraId="2CD7C548" w14:textId="77777777" w:rsidR="00DB6C80" w:rsidRDefault="00DB6C80" w:rsidP="00DB6C80"/>
        </w:tc>
      </w:tr>
      <w:tr w:rsidR="00DB6C80" w14:paraId="255DE80C" w14:textId="77777777" w:rsidTr="00DB6C80">
        <w:trPr>
          <w:trHeight w:val="1555"/>
        </w:trPr>
        <w:tc>
          <w:tcPr>
            <w:tcW w:w="2235" w:type="dxa"/>
            <w:shd w:val="clear" w:color="auto" w:fill="CCC0D9" w:themeFill="accent4" w:themeFillTint="66"/>
          </w:tcPr>
          <w:p w14:paraId="6D2A221B" w14:textId="77777777" w:rsidR="00DB6C80" w:rsidRDefault="00DB6C80" w:rsidP="00DB6C80">
            <w:r>
              <w:t xml:space="preserve">How does the artist's </w:t>
            </w:r>
            <w:r w:rsidRPr="00DB6C80">
              <w:rPr>
                <w:b/>
              </w:rPr>
              <w:t>THEME</w:t>
            </w:r>
            <w:r>
              <w:t xml:space="preserve"> reflect the times in which it was made?</w:t>
            </w:r>
          </w:p>
        </w:tc>
        <w:tc>
          <w:tcPr>
            <w:tcW w:w="8221" w:type="dxa"/>
          </w:tcPr>
          <w:p w14:paraId="046B59BA" w14:textId="77777777" w:rsidR="00DB6C80" w:rsidRDefault="00DB6C80" w:rsidP="00DB6C80"/>
        </w:tc>
      </w:tr>
      <w:tr w:rsidR="00DB6C80" w14:paraId="403023D6" w14:textId="77777777" w:rsidTr="00DB6C80">
        <w:trPr>
          <w:trHeight w:val="1555"/>
        </w:trPr>
        <w:tc>
          <w:tcPr>
            <w:tcW w:w="2235" w:type="dxa"/>
            <w:shd w:val="clear" w:color="auto" w:fill="B6DDE8" w:themeFill="accent5" w:themeFillTint="66"/>
          </w:tcPr>
          <w:p w14:paraId="1E9BE609" w14:textId="77777777" w:rsidR="00DB6C80" w:rsidRDefault="00DB6C80" w:rsidP="00DB6C80">
            <w:r>
              <w:t>How does the form of the work reflect the times (</w:t>
            </w:r>
            <w:r w:rsidRPr="00DB6C80">
              <w:rPr>
                <w:b/>
              </w:rPr>
              <w:t>CONTEXT</w:t>
            </w:r>
            <w:r>
              <w:t>) in which it was made?</w:t>
            </w:r>
          </w:p>
        </w:tc>
        <w:tc>
          <w:tcPr>
            <w:tcW w:w="8221" w:type="dxa"/>
          </w:tcPr>
          <w:p w14:paraId="5DD49A4B" w14:textId="77777777" w:rsidR="00DB6C80" w:rsidRDefault="00DB6C80" w:rsidP="00DB6C80"/>
        </w:tc>
      </w:tr>
      <w:tr w:rsidR="00DB6C80" w14:paraId="3CC4716B" w14:textId="77777777" w:rsidTr="00DB6C80">
        <w:trPr>
          <w:trHeight w:val="1438"/>
        </w:trPr>
        <w:tc>
          <w:tcPr>
            <w:tcW w:w="2235" w:type="dxa"/>
            <w:shd w:val="clear" w:color="auto" w:fill="FBD4B4" w:themeFill="accent6" w:themeFillTint="66"/>
          </w:tcPr>
          <w:p w14:paraId="11DB947F" w14:textId="77777777" w:rsidR="00DB6C80" w:rsidRDefault="00DB6C80" w:rsidP="00DB6C80">
            <w:r>
              <w:t xml:space="preserve">How does an understanding of FTC help you understand </w:t>
            </w:r>
            <w:r w:rsidRPr="00DB6C80">
              <w:rPr>
                <w:b/>
              </w:rPr>
              <w:t>this</w:t>
            </w:r>
            <w:r>
              <w:t xml:space="preserve"> artwork better?</w:t>
            </w:r>
          </w:p>
        </w:tc>
        <w:tc>
          <w:tcPr>
            <w:tcW w:w="8221" w:type="dxa"/>
          </w:tcPr>
          <w:p w14:paraId="2FDC981E" w14:textId="77777777" w:rsidR="00DB6C80" w:rsidRDefault="00DB6C80" w:rsidP="00DB6C80"/>
        </w:tc>
      </w:tr>
    </w:tbl>
    <w:p w14:paraId="573FEA64" w14:textId="77777777" w:rsidR="00515CC0" w:rsidRDefault="00515CC0"/>
    <w:sectPr w:rsidR="00515CC0" w:rsidSect="0044457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,Taho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80"/>
    <w:rsid w:val="000843E8"/>
    <w:rsid w:val="00087CE5"/>
    <w:rsid w:val="001A55C3"/>
    <w:rsid w:val="002A32BA"/>
    <w:rsid w:val="00444577"/>
    <w:rsid w:val="005123BC"/>
    <w:rsid w:val="00515CC0"/>
    <w:rsid w:val="00DB6C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B5C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577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577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6C8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C80"/>
    <w:rPr>
      <w:rFonts w:ascii="Lucida Grande" w:hAnsi="Lucida Grande" w:cs="Lucida Grande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577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4577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6C8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C80"/>
    <w:rPr>
      <w:rFonts w:ascii="Lucida Grande" w:hAnsi="Lucida Grande" w:cs="Lucida Grande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10.jpg"/><Relationship Id="rId7" Type="http://schemas.openxmlformats.org/officeDocument/2006/relationships/image" Target="media/image2.jpg"/><Relationship Id="rId8" Type="http://schemas.openxmlformats.org/officeDocument/2006/relationships/image" Target="media/image20.jpg"/><Relationship Id="rId9" Type="http://schemas.openxmlformats.org/officeDocument/2006/relationships/image" Target="media/image3.jpg"/><Relationship Id="rId10" Type="http://schemas.openxmlformats.org/officeDocument/2006/relationships/image" Target="media/image30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-17%20rubrics%20(Brian):2016-17%20K&amp;U%20rubric%20te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2016-17 K&amp;U rubric tem.dotx</Template>
  <TotalTime>7</TotalTime>
  <Pages>2</Pages>
  <Words>118</Words>
  <Characters>674</Characters>
  <Application>Microsoft Macintosh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2016-08-13T05:26:00Z</dcterms:created>
  <dcterms:modified xsi:type="dcterms:W3CDTF">2017-01-12T06:08:00Z</dcterms:modified>
</cp:coreProperties>
</file>